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34F19E-9696-4CFB-B389-AAE558DA50F9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